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25161" w14:textId="77777777" w:rsidR="00A22737" w:rsidRDefault="00CC2FF8" w:rsidP="00D943C0">
      <w:pPr>
        <w:pStyle w:val="Title"/>
        <w:pBdr>
          <w:bottom w:val="single" w:sz="12" w:space="30" w:color="39A5B7" w:themeColor="accent1"/>
        </w:pBdr>
        <w:rPr>
          <w:sz w:val="44"/>
        </w:rPr>
      </w:pPr>
      <w:r>
        <w:rPr>
          <w:sz w:val="44"/>
        </w:rPr>
        <w:t>SAHEJ KUMAR</w:t>
      </w:r>
      <w:r w:rsidR="00AF0A84">
        <w:rPr>
          <w:sz w:val="44"/>
        </w:rPr>
        <w:t xml:space="preserve">   </w:t>
      </w:r>
    </w:p>
    <w:p w14:paraId="1898AE83" w14:textId="77777777" w:rsidR="00497D4C" w:rsidRPr="00497D4C" w:rsidRDefault="00497D4C" w:rsidP="00D943C0">
      <w:pPr>
        <w:pStyle w:val="Title"/>
        <w:pBdr>
          <w:bottom w:val="single" w:sz="12" w:space="30" w:color="39A5B7" w:themeColor="accent1"/>
        </w:pBdr>
        <w:rPr>
          <w:rFonts w:asciiTheme="minorHAnsi" w:eastAsiaTheme="minorEastAsia" w:hAnsiTheme="minorHAnsi" w:cstheme="minorBidi"/>
          <w:color w:val="404040" w:themeColor="text1" w:themeTint="BF"/>
          <w:kern w:val="0"/>
          <w:sz w:val="22"/>
        </w:rPr>
      </w:pPr>
      <w:r>
        <w:rPr>
          <w:rFonts w:asciiTheme="minorHAnsi" w:eastAsiaTheme="minorEastAsia" w:hAnsiTheme="minorHAnsi" w:cstheme="minorBidi"/>
          <w:b/>
          <w:color w:val="404040" w:themeColor="text1" w:themeTint="BF"/>
          <w:kern w:val="0"/>
          <w:sz w:val="22"/>
        </w:rPr>
        <w:t xml:space="preserve">Address: </w:t>
      </w:r>
      <w:r w:rsidRPr="00497D4C">
        <w:rPr>
          <w:rFonts w:asciiTheme="minorHAnsi" w:eastAsiaTheme="minorEastAsia" w:hAnsiTheme="minorHAnsi" w:cstheme="minorBidi"/>
          <w:color w:val="404040" w:themeColor="text1" w:themeTint="BF"/>
          <w:kern w:val="0"/>
          <w:sz w:val="22"/>
        </w:rPr>
        <w:t>House No. 51/8, Model Town, Gurgaon</w:t>
      </w:r>
    </w:p>
    <w:p w14:paraId="346B9AE0" w14:textId="77777777" w:rsidR="00A22737" w:rsidRDefault="00A22737" w:rsidP="00D943C0">
      <w:pPr>
        <w:pStyle w:val="Title"/>
        <w:pBdr>
          <w:bottom w:val="single" w:sz="12" w:space="30" w:color="39A5B7" w:themeColor="accent1"/>
        </w:pBdr>
        <w:rPr>
          <w:sz w:val="44"/>
        </w:rPr>
      </w:pPr>
      <w:r w:rsidRPr="00F96B58">
        <w:rPr>
          <w:rFonts w:asciiTheme="minorHAnsi" w:eastAsiaTheme="minorEastAsia" w:hAnsiTheme="minorHAnsi" w:cstheme="minorBidi"/>
          <w:b/>
          <w:color w:val="404040" w:themeColor="text1" w:themeTint="BF"/>
          <w:kern w:val="0"/>
          <w:sz w:val="22"/>
        </w:rPr>
        <w:t>Mobile</w:t>
      </w:r>
      <w:r w:rsidRPr="00AF0A84">
        <w:rPr>
          <w:b/>
          <w:sz w:val="23"/>
          <w:szCs w:val="23"/>
        </w:rPr>
        <w:t>:</w:t>
      </w:r>
      <w:r w:rsidR="00CC2FF8">
        <w:rPr>
          <w:color w:val="auto"/>
          <w:sz w:val="23"/>
          <w:szCs w:val="23"/>
        </w:rPr>
        <w:t xml:space="preserve"> </w:t>
      </w:r>
      <w:r w:rsidR="00497D4C">
        <w:rPr>
          <w:color w:val="auto"/>
          <w:sz w:val="23"/>
          <w:szCs w:val="23"/>
        </w:rPr>
        <w:t>+91-</w:t>
      </w:r>
      <w:r w:rsidR="00CC2FF8">
        <w:rPr>
          <w:color w:val="auto"/>
          <w:sz w:val="23"/>
          <w:szCs w:val="23"/>
        </w:rPr>
        <w:t>9911595396</w:t>
      </w:r>
    </w:p>
    <w:p w14:paraId="1F216190" w14:textId="77777777" w:rsidR="00A22737" w:rsidRDefault="00A22737" w:rsidP="00D943C0">
      <w:pPr>
        <w:pStyle w:val="Title"/>
        <w:pBdr>
          <w:bottom w:val="single" w:sz="12" w:space="30" w:color="39A5B7" w:themeColor="accent1"/>
        </w:pBdr>
        <w:rPr>
          <w:color w:val="auto"/>
          <w:sz w:val="23"/>
          <w:szCs w:val="23"/>
        </w:rPr>
      </w:pPr>
      <w:r w:rsidRPr="00F96B58">
        <w:rPr>
          <w:rFonts w:asciiTheme="minorHAnsi" w:eastAsiaTheme="minorEastAsia" w:hAnsiTheme="minorHAnsi" w:cstheme="minorBidi"/>
          <w:b/>
          <w:color w:val="404040" w:themeColor="text1" w:themeTint="BF"/>
          <w:kern w:val="0"/>
          <w:sz w:val="22"/>
        </w:rPr>
        <w:t>Email:</w:t>
      </w:r>
      <w:r w:rsidR="00CC2FF8">
        <w:rPr>
          <w:color w:val="auto"/>
          <w:sz w:val="23"/>
          <w:szCs w:val="23"/>
        </w:rPr>
        <w:t xml:space="preserve"> sahejkumar9</w:t>
      </w:r>
      <w:r>
        <w:rPr>
          <w:color w:val="auto"/>
          <w:sz w:val="23"/>
          <w:szCs w:val="23"/>
        </w:rPr>
        <w:t>@gmail.com</w:t>
      </w:r>
      <w:r w:rsidRPr="00AF0A84">
        <w:rPr>
          <w:color w:val="auto"/>
          <w:sz w:val="23"/>
          <w:szCs w:val="23"/>
        </w:rPr>
        <w:t xml:space="preserve">     </w:t>
      </w:r>
      <w:r>
        <w:rPr>
          <w:color w:val="auto"/>
          <w:sz w:val="23"/>
          <w:szCs w:val="23"/>
        </w:rPr>
        <w:t xml:space="preserve">                                   </w:t>
      </w:r>
    </w:p>
    <w:p w14:paraId="5EA89126" w14:textId="77777777" w:rsidR="00497D4C" w:rsidRDefault="00497D4C" w:rsidP="00D943C0">
      <w:pPr>
        <w:pStyle w:val="Title"/>
        <w:pBdr>
          <w:bottom w:val="single" w:sz="12" w:space="30" w:color="39A5B7" w:themeColor="accent1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b/>
          <w:color w:val="000000" w:themeColor="text1"/>
          <w:sz w:val="22"/>
        </w:rPr>
        <w:t>D.O.B.</w:t>
      </w:r>
      <w:r>
        <w:rPr>
          <w:rFonts w:asciiTheme="minorHAnsi" w:hAnsiTheme="minorHAnsi"/>
          <w:color w:val="000000" w:themeColor="text1"/>
          <w:sz w:val="22"/>
        </w:rPr>
        <w:t>: 19 March</w:t>
      </w:r>
      <w:r w:rsidRPr="00497D4C">
        <w:rPr>
          <w:rFonts w:asciiTheme="minorHAnsi" w:hAnsiTheme="minorHAnsi"/>
          <w:color w:val="000000" w:themeColor="text1"/>
          <w:sz w:val="22"/>
        </w:rPr>
        <w:t xml:space="preserve"> 1997</w:t>
      </w:r>
      <w:r w:rsidRPr="00497D4C">
        <w:rPr>
          <w:rFonts w:asciiTheme="minorHAnsi" w:hAnsiTheme="minorHAnsi"/>
          <w:color w:val="000000" w:themeColor="text1"/>
          <w:sz w:val="22"/>
        </w:rPr>
        <w:tab/>
      </w:r>
      <w:r w:rsidR="00AF0A84" w:rsidRPr="00497D4C">
        <w:rPr>
          <w:rFonts w:asciiTheme="minorHAnsi" w:hAnsiTheme="minorHAnsi"/>
          <w:sz w:val="22"/>
        </w:rPr>
        <w:t xml:space="preserve">   </w:t>
      </w:r>
    </w:p>
    <w:p w14:paraId="03D555B8" w14:textId="77777777" w:rsidR="00816216" w:rsidRPr="00497D4C" w:rsidRDefault="00497D4C" w:rsidP="00D943C0">
      <w:pPr>
        <w:pStyle w:val="Title"/>
        <w:pBdr>
          <w:bottom w:val="single" w:sz="12" w:space="30" w:color="39A5B7" w:themeColor="accent1"/>
        </w:pBdr>
        <w:rPr>
          <w:rFonts w:asciiTheme="minorHAnsi" w:hAnsiTheme="minorHAnsi"/>
          <w:color w:val="000000" w:themeColor="text1"/>
          <w:sz w:val="22"/>
        </w:rPr>
      </w:pPr>
      <w:r w:rsidRPr="00497D4C">
        <w:rPr>
          <w:rFonts w:asciiTheme="minorHAnsi" w:hAnsiTheme="minorHAnsi"/>
          <w:b/>
          <w:color w:val="000000" w:themeColor="text1"/>
          <w:sz w:val="22"/>
        </w:rPr>
        <w:t>Passport No.:</w:t>
      </w:r>
      <w:r w:rsidRPr="00497D4C">
        <w:rPr>
          <w:rFonts w:asciiTheme="minorHAnsi" w:hAnsiTheme="minorHAnsi"/>
          <w:color w:val="000000" w:themeColor="text1"/>
          <w:sz w:val="22"/>
        </w:rPr>
        <w:t xml:space="preserve"> </w:t>
      </w:r>
      <w:r w:rsidRPr="00497D4C">
        <w:rPr>
          <w:color w:val="000000" w:themeColor="text1"/>
          <w:sz w:val="22"/>
        </w:rPr>
        <w:t>R0064380</w:t>
      </w:r>
      <w:r w:rsidR="00AF0A84" w:rsidRPr="00497D4C">
        <w:rPr>
          <w:rFonts w:asciiTheme="minorHAnsi" w:hAnsiTheme="minorHAnsi"/>
          <w:color w:val="000000" w:themeColor="text1"/>
          <w:sz w:val="22"/>
        </w:rPr>
        <w:t xml:space="preserve">                                               </w:t>
      </w:r>
      <w:r w:rsidR="00D943C0" w:rsidRPr="00497D4C">
        <w:rPr>
          <w:rFonts w:asciiTheme="minorHAnsi" w:hAnsiTheme="minorHAnsi"/>
          <w:color w:val="000000" w:themeColor="text1"/>
          <w:sz w:val="22"/>
        </w:rPr>
        <w:t xml:space="preserve">                      </w:t>
      </w:r>
    </w:p>
    <w:p w14:paraId="2A463170" w14:textId="77777777" w:rsidR="00A22737" w:rsidRPr="00425844" w:rsidRDefault="00A44CC2" w:rsidP="00A22737">
      <w:pPr>
        <w:pStyle w:val="Heading1"/>
        <w:rPr>
          <w:szCs w:val="28"/>
        </w:rPr>
      </w:pPr>
      <w:r w:rsidRPr="00425844">
        <w:rPr>
          <w:szCs w:val="28"/>
        </w:rPr>
        <w:t xml:space="preserve">Career </w:t>
      </w:r>
      <w:r w:rsidR="00AF0A84" w:rsidRPr="00425844">
        <w:rPr>
          <w:szCs w:val="28"/>
        </w:rPr>
        <w:t>Objective</w:t>
      </w:r>
    </w:p>
    <w:p w14:paraId="61E35500" w14:textId="77777777" w:rsidR="00A22737" w:rsidRPr="00425844" w:rsidRDefault="00C03C6D" w:rsidP="00A22737">
      <w:pPr>
        <w:spacing w:after="0"/>
        <w:ind w:right="-1217"/>
        <w:rPr>
          <w:sz w:val="24"/>
          <w:szCs w:val="24"/>
        </w:rPr>
      </w:pPr>
      <w:r w:rsidRPr="00425844">
        <w:rPr>
          <w:sz w:val="24"/>
          <w:szCs w:val="24"/>
        </w:rPr>
        <w:t>I aspire to be a part of an organization that can provide me with opportunities to intensify my skills to</w:t>
      </w:r>
    </w:p>
    <w:p w14:paraId="6940CD7E" w14:textId="77777777" w:rsidR="006270A9" w:rsidRPr="00425844" w:rsidRDefault="00C03C6D" w:rsidP="00A22737">
      <w:pPr>
        <w:spacing w:after="0"/>
        <w:ind w:right="-1217"/>
        <w:rPr>
          <w:sz w:val="24"/>
          <w:szCs w:val="24"/>
        </w:rPr>
      </w:pPr>
      <w:r w:rsidRPr="00425844">
        <w:rPr>
          <w:sz w:val="24"/>
          <w:szCs w:val="24"/>
        </w:rPr>
        <w:t>contribute to the​ ​growth of organization and for myself</w:t>
      </w:r>
      <w:r w:rsidR="00CC2FF8" w:rsidRPr="00425844">
        <w:rPr>
          <w:sz w:val="24"/>
          <w:szCs w:val="24"/>
        </w:rPr>
        <w:t>.</w:t>
      </w:r>
    </w:p>
    <w:p w14:paraId="76185B92" w14:textId="77777777" w:rsidR="00C03C6D" w:rsidRPr="00425844" w:rsidRDefault="00AF0A84" w:rsidP="00B6470A">
      <w:pPr>
        <w:pStyle w:val="Heading1"/>
        <w:rPr>
          <w:szCs w:val="28"/>
        </w:rPr>
      </w:pPr>
      <w:r w:rsidRPr="00425844">
        <w:rPr>
          <w:szCs w:val="28"/>
        </w:rPr>
        <w:t>Education</w:t>
      </w:r>
    </w:p>
    <w:tbl>
      <w:tblPr>
        <w:tblW w:w="998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4"/>
        <w:gridCol w:w="1955"/>
        <w:gridCol w:w="3383"/>
        <w:gridCol w:w="1491"/>
        <w:gridCol w:w="1479"/>
      </w:tblGrid>
      <w:tr w:rsidR="00C03C6D" w:rsidRPr="00C03C6D" w14:paraId="5FEB9A81" w14:textId="77777777" w:rsidTr="00DB4D2E">
        <w:trPr>
          <w:trHeight w:val="26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1F7DF976" w14:textId="77777777" w:rsidR="00C03C6D" w:rsidRPr="00425844" w:rsidRDefault="00CC2FF8" w:rsidP="00CC2FF8">
            <w:pPr>
              <w:spacing w:after="0"/>
              <w:rPr>
                <w:rFonts w:eastAsia="Times New Roman" w:cs="Times New Roman"/>
                <w:color w:val="auto"/>
                <w:sz w:val="24"/>
                <w:szCs w:val="24"/>
                <w:lang w:eastAsia="en-US"/>
              </w:rPr>
            </w:pPr>
            <w:r w:rsidRPr="00425844">
              <w:rPr>
                <w:b/>
                <w:sz w:val="24"/>
                <w:szCs w:val="24"/>
              </w:rPr>
              <w:t xml:space="preserve">     </w:t>
            </w:r>
            <w:r w:rsidR="00497D4C" w:rsidRPr="00425844">
              <w:rPr>
                <w:b/>
                <w:sz w:val="24"/>
                <w:szCs w:val="24"/>
              </w:rPr>
              <w:t xml:space="preserve">     </w:t>
            </w:r>
            <w:r w:rsidR="00C03C6D" w:rsidRPr="00425844">
              <w:rPr>
                <w:b/>
                <w:sz w:val="24"/>
                <w:szCs w:val="24"/>
              </w:rPr>
              <w:t>Year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3ED7DC70" w14:textId="77777777" w:rsidR="00C03C6D" w:rsidRPr="00425844" w:rsidRDefault="00C03C6D" w:rsidP="00C03C6D">
            <w:pPr>
              <w:spacing w:after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en-US"/>
              </w:rPr>
            </w:pPr>
            <w:r w:rsidRPr="00425844">
              <w:rPr>
                <w:b/>
                <w:sz w:val="24"/>
                <w:szCs w:val="24"/>
              </w:rPr>
              <w:t>Qualification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7A3093D8" w14:textId="77777777" w:rsidR="00C03C6D" w:rsidRPr="00425844" w:rsidRDefault="00C03C6D" w:rsidP="00C03C6D">
            <w:pPr>
              <w:spacing w:after="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eastAsia="en-US"/>
              </w:rPr>
            </w:pPr>
            <w:r w:rsidRPr="00425844">
              <w:rPr>
                <w:b/>
                <w:sz w:val="24"/>
                <w:szCs w:val="24"/>
              </w:rPr>
              <w:t>Institution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34A4B989" w14:textId="77777777" w:rsidR="00C03C6D" w:rsidRPr="00425844" w:rsidRDefault="00C03C6D" w:rsidP="00C03C6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25844">
              <w:rPr>
                <w:b/>
                <w:sz w:val="24"/>
                <w:szCs w:val="24"/>
              </w:rPr>
              <w:t>Board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2E6E7E2F" w14:textId="77777777" w:rsidR="00C03C6D" w:rsidRPr="00425844" w:rsidRDefault="00C03C6D" w:rsidP="00C03C6D">
            <w:pPr>
              <w:spacing w:after="0"/>
              <w:jc w:val="center"/>
              <w:rPr>
                <w:b/>
                <w:sz w:val="24"/>
                <w:szCs w:val="24"/>
              </w:rPr>
            </w:pPr>
            <w:r w:rsidRPr="00425844">
              <w:rPr>
                <w:b/>
                <w:sz w:val="24"/>
                <w:szCs w:val="24"/>
              </w:rPr>
              <w:t>Percentage</w:t>
            </w:r>
          </w:p>
        </w:tc>
      </w:tr>
      <w:tr w:rsidR="00C03C6D" w:rsidRPr="00C03C6D" w14:paraId="041F17AE" w14:textId="77777777" w:rsidTr="00DB4D2E">
        <w:trPr>
          <w:trHeight w:val="5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6C932100" w14:textId="4DD3F5A3" w:rsidR="00C03C6D" w:rsidRPr="00425844" w:rsidRDefault="00497D4C" w:rsidP="00907CEE">
            <w:pPr>
              <w:spacing w:after="0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 xml:space="preserve">      </w:t>
            </w:r>
            <w:r w:rsidR="00907CEE" w:rsidRPr="00425844">
              <w:rPr>
                <w:sz w:val="24"/>
                <w:szCs w:val="24"/>
              </w:rPr>
              <w:t>2015-</w:t>
            </w:r>
            <w:r w:rsidRPr="00425844">
              <w:rPr>
                <w:sz w:val="24"/>
                <w:szCs w:val="24"/>
              </w:rPr>
              <w:t>1</w:t>
            </w:r>
            <w:r w:rsidR="00A30AC4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6365EA8B" w14:textId="77777777" w:rsidR="00C03C6D" w:rsidRPr="00425844" w:rsidRDefault="00C03C6D" w:rsidP="00C03C6D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 w:rsidRPr="00425844">
              <w:rPr>
                <w:sz w:val="24"/>
                <w:szCs w:val="24"/>
              </w:rPr>
              <w:t>B.Sc.(</w:t>
            </w:r>
            <w:proofErr w:type="gramEnd"/>
            <w:r w:rsidRPr="00425844">
              <w:rPr>
                <w:sz w:val="24"/>
                <w:szCs w:val="24"/>
              </w:rPr>
              <w:t>HHA)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57E3C5EA" w14:textId="77777777" w:rsidR="00C03C6D" w:rsidRPr="00425844" w:rsidRDefault="00C03C6D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IHM PUSA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582C7FAB" w14:textId="77777777" w:rsidR="00C03C6D" w:rsidRPr="00425844" w:rsidRDefault="00C03C6D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NCHMCT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3E2A9EE9" w14:textId="77777777" w:rsidR="00C03C6D" w:rsidRPr="00425844" w:rsidRDefault="00CC2FF8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79.46</w:t>
            </w:r>
            <w:r w:rsidR="00C03C6D" w:rsidRPr="00425844">
              <w:rPr>
                <w:sz w:val="24"/>
                <w:szCs w:val="24"/>
              </w:rPr>
              <w:t>%</w:t>
            </w:r>
          </w:p>
        </w:tc>
      </w:tr>
      <w:tr w:rsidR="00C03C6D" w:rsidRPr="00C03C6D" w14:paraId="503C6207" w14:textId="77777777" w:rsidTr="00425844">
        <w:trPr>
          <w:trHeight w:val="56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37DC292E" w14:textId="77777777" w:rsidR="00C03C6D" w:rsidRPr="00425844" w:rsidRDefault="00C03C6D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20</w:t>
            </w:r>
            <w:r w:rsidR="00497D4C" w:rsidRPr="00425844">
              <w:rPr>
                <w:sz w:val="24"/>
                <w:szCs w:val="24"/>
              </w:rPr>
              <w:t>14-</w:t>
            </w:r>
            <w:r w:rsidRPr="00425844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1424A1AE" w14:textId="77777777" w:rsidR="00C03C6D" w:rsidRPr="00425844" w:rsidRDefault="00C03C6D" w:rsidP="00315494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Class 12</w:t>
            </w:r>
            <w:r w:rsidR="00315494" w:rsidRPr="0042584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5C5B4D20" w14:textId="77777777" w:rsidR="00C03C6D" w:rsidRPr="00425844" w:rsidRDefault="00CC2FF8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Ryan International School, Gurgaon</w:t>
            </w:r>
          </w:p>
          <w:p w14:paraId="35AAB851" w14:textId="77777777" w:rsidR="00C03C6D" w:rsidRPr="00425844" w:rsidRDefault="00C03C6D" w:rsidP="00C03C6D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716DC048" w14:textId="77777777" w:rsidR="00C03C6D" w:rsidRPr="00425844" w:rsidRDefault="00C03C6D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CBSE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1A768797" w14:textId="77777777" w:rsidR="00C03C6D" w:rsidRPr="00425844" w:rsidRDefault="00CC2FF8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83.25</w:t>
            </w:r>
            <w:r w:rsidR="00C03C6D" w:rsidRPr="00425844">
              <w:rPr>
                <w:sz w:val="24"/>
                <w:szCs w:val="24"/>
              </w:rPr>
              <w:t>%</w:t>
            </w:r>
          </w:p>
        </w:tc>
      </w:tr>
      <w:tr w:rsidR="00C03C6D" w:rsidRPr="00C03C6D" w14:paraId="66038B9C" w14:textId="77777777" w:rsidTr="00DB4D2E">
        <w:trPr>
          <w:trHeight w:val="3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37898CE5" w14:textId="77777777" w:rsidR="00C03C6D" w:rsidRPr="00425844" w:rsidRDefault="00C03C6D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20</w:t>
            </w:r>
            <w:r w:rsidR="00497D4C" w:rsidRPr="00425844">
              <w:rPr>
                <w:sz w:val="24"/>
                <w:szCs w:val="24"/>
              </w:rPr>
              <w:t>12-</w:t>
            </w:r>
            <w:r w:rsidRPr="00425844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32EF0BAD" w14:textId="77777777" w:rsidR="00C03C6D" w:rsidRPr="00425844" w:rsidRDefault="00C03C6D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Class 10</w:t>
            </w:r>
          </w:p>
        </w:tc>
        <w:tc>
          <w:tcPr>
            <w:tcW w:w="3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179FC790" w14:textId="77777777" w:rsidR="00C03C6D" w:rsidRPr="00425844" w:rsidRDefault="00CC2FF8" w:rsidP="00C03C6D">
            <w:pPr>
              <w:spacing w:after="0"/>
              <w:ind w:right="45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Ryan International School, Gurgaon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67B79F60" w14:textId="77777777" w:rsidR="00C03C6D" w:rsidRPr="00425844" w:rsidRDefault="00C03C6D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CBSE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1" w:type="dxa"/>
              <w:left w:w="113" w:type="dxa"/>
              <w:bottom w:w="0" w:type="dxa"/>
              <w:right w:w="76" w:type="dxa"/>
            </w:tcMar>
            <w:hideMark/>
          </w:tcPr>
          <w:p w14:paraId="0A6A0B55" w14:textId="77777777" w:rsidR="00C03C6D" w:rsidRPr="00425844" w:rsidRDefault="00CC2FF8" w:rsidP="00C03C6D">
            <w:pPr>
              <w:spacing w:after="0"/>
              <w:jc w:val="center"/>
              <w:rPr>
                <w:sz w:val="24"/>
                <w:szCs w:val="24"/>
              </w:rPr>
            </w:pPr>
            <w:r w:rsidRPr="00425844">
              <w:rPr>
                <w:sz w:val="24"/>
                <w:szCs w:val="24"/>
              </w:rPr>
              <w:t>9.8 CGPA</w:t>
            </w:r>
          </w:p>
          <w:p w14:paraId="21416D1C" w14:textId="77777777" w:rsidR="00C03C6D" w:rsidRPr="00425844" w:rsidRDefault="00C03C6D" w:rsidP="00C03C6D">
            <w:pPr>
              <w:spacing w:after="0"/>
              <w:rPr>
                <w:sz w:val="24"/>
                <w:szCs w:val="24"/>
              </w:rPr>
            </w:pPr>
          </w:p>
        </w:tc>
      </w:tr>
    </w:tbl>
    <w:p w14:paraId="310FC19B" w14:textId="77777777" w:rsidR="00C42365" w:rsidRPr="001A36C5" w:rsidRDefault="00C42365" w:rsidP="001A36C5">
      <w:pPr>
        <w:pStyle w:val="Heading2"/>
        <w:rPr>
          <w:caps w:val="0"/>
          <w:color w:val="2A7B88" w:themeColor="accent1" w:themeShade="BF"/>
          <w:sz w:val="27"/>
          <w:szCs w:val="27"/>
        </w:rPr>
      </w:pPr>
    </w:p>
    <w:p w14:paraId="44831A4B" w14:textId="77777777" w:rsidR="007D6777" w:rsidRPr="00425844" w:rsidRDefault="005D1543" w:rsidP="007D6777">
      <w:pPr>
        <w:pStyle w:val="Heading2"/>
        <w:rPr>
          <w:caps w:val="0"/>
          <w:color w:val="2A7B88" w:themeColor="accent1" w:themeShade="BF"/>
          <w:sz w:val="28"/>
          <w:szCs w:val="28"/>
        </w:rPr>
      </w:pPr>
      <w:r w:rsidRPr="00425844">
        <w:rPr>
          <w:caps w:val="0"/>
          <w:color w:val="2A7B88" w:themeColor="accent1" w:themeShade="BF"/>
          <w:sz w:val="28"/>
          <w:szCs w:val="28"/>
        </w:rPr>
        <w:t>Industrial Exposure</w:t>
      </w:r>
    </w:p>
    <w:p w14:paraId="749497EB" w14:textId="77777777" w:rsidR="00C42365" w:rsidRPr="00425844" w:rsidRDefault="005D1543" w:rsidP="00C42365">
      <w:pPr>
        <w:pStyle w:val="Heading2"/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</w:pPr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INDUSTRIAL TRAINEE | THE WESTIN SOHNA RESORT &amp; SPA | JULY’16 – NOVEMBER’16</w:t>
      </w:r>
    </w:p>
    <w:p w14:paraId="03950910" w14:textId="77777777" w:rsidR="00C42365" w:rsidRPr="00425844" w:rsidRDefault="00425844" w:rsidP="005D1543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Underwent a 17</w:t>
      </w:r>
      <w:r w:rsidR="005D1543" w:rsidRPr="00425844">
        <w:rPr>
          <w:sz w:val="24"/>
          <w:szCs w:val="24"/>
        </w:rPr>
        <w:t xml:space="preserve"> weeks industrial exposure training in all the core departments – Front Office, Housekeeping, Food and Beverage Service &amp; Food Production.</w:t>
      </w:r>
    </w:p>
    <w:p w14:paraId="15553EB8" w14:textId="2627E054" w:rsidR="00A30AC4" w:rsidRDefault="005D1543" w:rsidP="00425844">
      <w:pPr>
        <w:pStyle w:val="Heading1"/>
        <w:tabs>
          <w:tab w:val="left" w:pos="7665"/>
        </w:tabs>
      </w:pPr>
      <w:r>
        <w:t>Experience</w:t>
      </w:r>
    </w:p>
    <w:p w14:paraId="0253D3D1" w14:textId="32F47255" w:rsidR="00A30AC4" w:rsidRPr="00425844" w:rsidRDefault="00A30AC4" w:rsidP="00A30AC4">
      <w:pPr>
        <w:pStyle w:val="Heading2"/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</w:pPr>
      <w:r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EXECUTIVE</w:t>
      </w:r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 xml:space="preserve"> | </w:t>
      </w:r>
      <w:r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BURANSH HELI RESORT</w:t>
      </w:r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 | </w:t>
      </w:r>
      <w:r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JUNE’18 - PRESENT</w:t>
      </w:r>
    </w:p>
    <w:p w14:paraId="07895381" w14:textId="1C462F1B" w:rsidR="005D1543" w:rsidRPr="00A30AC4" w:rsidRDefault="00A30AC4" w:rsidP="00A30AC4">
      <w:pPr>
        <w:pStyle w:val="ListBullet"/>
        <w:rPr>
          <w:sz w:val="24"/>
          <w:szCs w:val="24"/>
        </w:rPr>
      </w:pPr>
      <w:r>
        <w:rPr>
          <w:sz w:val="24"/>
          <w:szCs w:val="24"/>
        </w:rPr>
        <w:t>Handling all the sales and marketing activities of the property</w:t>
      </w:r>
      <w:bookmarkStart w:id="0" w:name="_GoBack"/>
      <w:bookmarkEnd w:id="0"/>
      <w:r w:rsidRPr="00425844">
        <w:rPr>
          <w:sz w:val="24"/>
          <w:szCs w:val="24"/>
        </w:rPr>
        <w:t>.</w:t>
      </w:r>
      <w:r w:rsidR="00425844">
        <w:tab/>
      </w:r>
    </w:p>
    <w:p w14:paraId="3A55212E" w14:textId="77777777" w:rsidR="00C42365" w:rsidRPr="00425844" w:rsidRDefault="005D1543" w:rsidP="00C42365">
      <w:pPr>
        <w:pStyle w:val="Heading2"/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</w:pPr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STUDENT AMBASSADOR | NEARBUY</w:t>
      </w:r>
      <w:r w:rsidR="00F96B58"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 </w:t>
      </w:r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| JULY’17 – NOVEMBER’17</w:t>
      </w:r>
    </w:p>
    <w:p w14:paraId="6EE6A6B8" w14:textId="77777777" w:rsidR="00C42365" w:rsidRPr="00425844" w:rsidRDefault="005D1543" w:rsidP="005D1543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Increasing visibility and engagement for the brand through social media marketing and word of mouth marketing.</w:t>
      </w:r>
    </w:p>
    <w:p w14:paraId="2196C5D9" w14:textId="77777777" w:rsidR="00C42365" w:rsidRPr="00425844" w:rsidRDefault="005D1543" w:rsidP="00C42365">
      <w:pPr>
        <w:pStyle w:val="Heading2"/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</w:pPr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MARKETING INTERN | WONDERMAIL | JULY’</w:t>
      </w:r>
      <w:r w:rsidR="00F96B58"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17</w:t>
      </w:r>
    </w:p>
    <w:p w14:paraId="3030E9FA" w14:textId="77777777" w:rsidR="00C42365" w:rsidRPr="00425844" w:rsidRDefault="001A36C5" w:rsidP="001A36C5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Completed a 10-day program with Getintuch Technology Private Limited, New Delhi as a marketing intern.</w:t>
      </w:r>
    </w:p>
    <w:p w14:paraId="5F8CF4FC" w14:textId="77777777" w:rsidR="001A36C5" w:rsidRPr="00425844" w:rsidRDefault="001A36C5" w:rsidP="001A36C5">
      <w:pPr>
        <w:pStyle w:val="Heading2"/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</w:pPr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 xml:space="preserve">MARKETING </w:t>
      </w:r>
      <w:proofErr w:type="gramStart"/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INTERN  |</w:t>
      </w:r>
      <w:proofErr w:type="gramEnd"/>
      <w:r w:rsidRPr="00425844">
        <w:rPr>
          <w:rFonts w:asciiTheme="minorHAnsi" w:eastAsiaTheme="minorEastAsia" w:hAnsiTheme="minorHAnsi" w:cstheme="minorBidi"/>
          <w:caps w:val="0"/>
          <w:color w:val="404040" w:themeColor="text1" w:themeTint="BF"/>
          <w:szCs w:val="24"/>
        </w:rPr>
        <w:t> ROAST MEDIA PVT. LTD. | DECEMBER’16</w:t>
      </w:r>
    </w:p>
    <w:p w14:paraId="3D9F473B" w14:textId="77777777" w:rsidR="001A36C5" w:rsidRPr="00425844" w:rsidRDefault="001A36C5" w:rsidP="001A36C5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Successfully complete</w:t>
      </w:r>
      <w:r w:rsidR="00425844" w:rsidRPr="00425844">
        <w:rPr>
          <w:sz w:val="24"/>
          <w:szCs w:val="24"/>
        </w:rPr>
        <w:t>d a 14 days internship program</w:t>
      </w:r>
      <w:r w:rsidRPr="00425844">
        <w:rPr>
          <w:sz w:val="24"/>
          <w:szCs w:val="24"/>
        </w:rPr>
        <w:t xml:space="preserve"> with Roast Media Private Limited on social media marketing.</w:t>
      </w:r>
    </w:p>
    <w:p w14:paraId="227C7A8D" w14:textId="77777777" w:rsidR="001A36C5" w:rsidRPr="001A36C5" w:rsidRDefault="001A36C5" w:rsidP="001A36C5">
      <w:pPr>
        <w:pStyle w:val="ListBullet"/>
        <w:numPr>
          <w:ilvl w:val="0"/>
          <w:numId w:val="0"/>
        </w:numPr>
        <w:ind w:left="216"/>
      </w:pPr>
    </w:p>
    <w:p w14:paraId="1C763E14" w14:textId="77777777" w:rsidR="001A36C5" w:rsidRPr="00AF0A84" w:rsidRDefault="001A36C5" w:rsidP="001A36C5">
      <w:pPr>
        <w:pStyle w:val="ListBullet"/>
        <w:numPr>
          <w:ilvl w:val="0"/>
          <w:numId w:val="0"/>
        </w:numPr>
      </w:pPr>
    </w:p>
    <w:p w14:paraId="7F384A59" w14:textId="77777777" w:rsidR="007D6777" w:rsidRPr="00425844" w:rsidRDefault="00B6470A" w:rsidP="007D6777">
      <w:pPr>
        <w:pStyle w:val="Heading2"/>
        <w:rPr>
          <w:caps w:val="0"/>
          <w:color w:val="2A7B88" w:themeColor="accent1" w:themeShade="BF"/>
          <w:sz w:val="28"/>
          <w:szCs w:val="28"/>
        </w:rPr>
      </w:pPr>
      <w:r w:rsidRPr="00425844">
        <w:rPr>
          <w:caps w:val="0"/>
          <w:color w:val="2A7B88" w:themeColor="accent1" w:themeShade="BF"/>
          <w:sz w:val="28"/>
          <w:szCs w:val="28"/>
        </w:rPr>
        <w:t>E</w:t>
      </w:r>
      <w:r w:rsidR="00425844" w:rsidRPr="00425844">
        <w:rPr>
          <w:caps w:val="0"/>
          <w:color w:val="2A7B88" w:themeColor="accent1" w:themeShade="BF"/>
          <w:sz w:val="28"/>
          <w:szCs w:val="28"/>
        </w:rPr>
        <w:t>xtracurricular Activities</w:t>
      </w:r>
    </w:p>
    <w:p w14:paraId="2D89244E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proofErr w:type="spellStart"/>
      <w:r w:rsidRPr="00425844">
        <w:rPr>
          <w:sz w:val="24"/>
          <w:szCs w:val="24"/>
        </w:rPr>
        <w:t>Partcipated</w:t>
      </w:r>
      <w:proofErr w:type="spellEnd"/>
      <w:r w:rsidRPr="00425844">
        <w:rPr>
          <w:sz w:val="24"/>
          <w:szCs w:val="24"/>
        </w:rPr>
        <w:t xml:space="preserve"> with </w:t>
      </w:r>
      <w:proofErr w:type="spellStart"/>
      <w:r w:rsidRPr="00425844">
        <w:rPr>
          <w:sz w:val="24"/>
          <w:szCs w:val="24"/>
        </w:rPr>
        <w:t>Cremica</w:t>
      </w:r>
      <w:proofErr w:type="spellEnd"/>
      <w:r w:rsidRPr="00425844">
        <w:rPr>
          <w:sz w:val="24"/>
          <w:szCs w:val="24"/>
        </w:rPr>
        <w:t xml:space="preserve"> Food Industries Ltd. at Aahar’17</w:t>
      </w:r>
    </w:p>
    <w:p w14:paraId="01429470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Volunteer at PETFED Delhi 2016, NSIC Grounds Okhla</w:t>
      </w:r>
    </w:p>
    <w:p w14:paraId="724546D4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Member of the IHM Photography Club</w:t>
      </w:r>
    </w:p>
    <w:p w14:paraId="66BB316B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 xml:space="preserve">Part of the ‘Clean India Campaign’ </w:t>
      </w:r>
      <w:proofErr w:type="spellStart"/>
      <w:r w:rsidRPr="00425844">
        <w:rPr>
          <w:sz w:val="24"/>
          <w:szCs w:val="24"/>
        </w:rPr>
        <w:t>organised</w:t>
      </w:r>
      <w:proofErr w:type="spellEnd"/>
      <w:r w:rsidRPr="00425844">
        <w:rPr>
          <w:sz w:val="24"/>
          <w:szCs w:val="24"/>
        </w:rPr>
        <w:t xml:space="preserve"> by IHM </w:t>
      </w:r>
      <w:proofErr w:type="spellStart"/>
      <w:r w:rsidRPr="00425844">
        <w:rPr>
          <w:sz w:val="24"/>
          <w:szCs w:val="24"/>
        </w:rPr>
        <w:t>Pusa</w:t>
      </w:r>
      <w:proofErr w:type="spellEnd"/>
      <w:r w:rsidRPr="00425844">
        <w:rPr>
          <w:sz w:val="24"/>
          <w:szCs w:val="24"/>
        </w:rPr>
        <w:t>, New Delhi</w:t>
      </w:r>
    </w:p>
    <w:p w14:paraId="3663CBBC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Completed the BBN(Beyond Breaking News) course conducted by ICEPLEX, Mumbai with grade A</w:t>
      </w:r>
    </w:p>
    <w:p w14:paraId="2D8BBA6C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 xml:space="preserve">Worked with NGOs such as </w:t>
      </w:r>
      <w:proofErr w:type="spellStart"/>
      <w:r w:rsidRPr="00425844">
        <w:rPr>
          <w:sz w:val="24"/>
          <w:szCs w:val="24"/>
        </w:rPr>
        <w:t>Navjyoti</w:t>
      </w:r>
      <w:proofErr w:type="spellEnd"/>
      <w:r w:rsidRPr="00425844">
        <w:rPr>
          <w:sz w:val="24"/>
          <w:szCs w:val="24"/>
        </w:rPr>
        <w:t xml:space="preserve"> India Foundation and </w:t>
      </w:r>
      <w:proofErr w:type="spellStart"/>
      <w:r w:rsidRPr="00425844">
        <w:rPr>
          <w:sz w:val="24"/>
          <w:szCs w:val="24"/>
        </w:rPr>
        <w:t>HelpAge</w:t>
      </w:r>
      <w:proofErr w:type="spellEnd"/>
      <w:r w:rsidRPr="00425844">
        <w:rPr>
          <w:sz w:val="24"/>
          <w:szCs w:val="24"/>
        </w:rPr>
        <w:t xml:space="preserve"> India</w:t>
      </w:r>
    </w:p>
    <w:p w14:paraId="647B93E1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 xml:space="preserve">Member of the Events team at Mash Project, New Delhi (Non-Profit </w:t>
      </w:r>
      <w:proofErr w:type="spellStart"/>
      <w:r w:rsidRPr="00425844">
        <w:rPr>
          <w:sz w:val="24"/>
          <w:szCs w:val="24"/>
        </w:rPr>
        <w:t>Organisation</w:t>
      </w:r>
      <w:proofErr w:type="spellEnd"/>
      <w:r w:rsidRPr="00425844">
        <w:rPr>
          <w:sz w:val="24"/>
          <w:szCs w:val="24"/>
        </w:rPr>
        <w:t>)</w:t>
      </w:r>
    </w:p>
    <w:p w14:paraId="73E505FD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Core member of the organizing team in all school events</w:t>
      </w:r>
    </w:p>
    <w:p w14:paraId="3423A04A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Awarded with the Interpersonal Skills award by the school</w:t>
      </w:r>
    </w:p>
    <w:p w14:paraId="55C90794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 xml:space="preserve">Runners up at the </w:t>
      </w:r>
      <w:proofErr w:type="spellStart"/>
      <w:r w:rsidRPr="00425844">
        <w:rPr>
          <w:sz w:val="24"/>
          <w:szCs w:val="24"/>
        </w:rPr>
        <w:t>Bizzare</w:t>
      </w:r>
      <w:proofErr w:type="spellEnd"/>
      <w:r w:rsidRPr="00425844">
        <w:rPr>
          <w:sz w:val="24"/>
          <w:szCs w:val="24"/>
        </w:rPr>
        <w:t xml:space="preserve"> Buzz (Eco-fest), Ryan International School, Vasant Kunj</w:t>
      </w:r>
    </w:p>
    <w:p w14:paraId="1C34AAA9" w14:textId="77777777" w:rsidR="00425844" w:rsidRPr="00425844" w:rsidRDefault="00425844" w:rsidP="00425844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>Runners up at Inquisitive Wizkids’14, Ryan International School, Gurgaon</w:t>
      </w:r>
    </w:p>
    <w:p w14:paraId="2B83CC78" w14:textId="77777777" w:rsidR="00425844" w:rsidRDefault="00425844" w:rsidP="001A36C5">
      <w:pPr>
        <w:pStyle w:val="ListBullet"/>
        <w:rPr>
          <w:sz w:val="24"/>
          <w:szCs w:val="24"/>
        </w:rPr>
      </w:pPr>
      <w:r w:rsidRPr="00425844">
        <w:rPr>
          <w:sz w:val="24"/>
          <w:szCs w:val="24"/>
        </w:rPr>
        <w:t xml:space="preserve">Vice-captain of the Runners up team at Inter-Ryan cricket tournament’14  </w:t>
      </w:r>
    </w:p>
    <w:p w14:paraId="7A47DE79" w14:textId="77777777" w:rsidR="001A36C5" w:rsidRPr="00425844" w:rsidRDefault="001A36C5" w:rsidP="00425844">
      <w:pPr>
        <w:pStyle w:val="Heading1"/>
        <w:rPr>
          <w:color w:val="404040" w:themeColor="text1" w:themeTint="BF"/>
          <w:sz w:val="24"/>
          <w:szCs w:val="24"/>
        </w:rPr>
      </w:pPr>
      <w:r w:rsidRPr="00425844">
        <w:t>Leisure Activities</w:t>
      </w:r>
    </w:p>
    <w:p w14:paraId="322EC1B7" w14:textId="77777777" w:rsidR="001A36C5" w:rsidRPr="00425844" w:rsidRDefault="001A36C5" w:rsidP="001A36C5">
      <w:pPr>
        <w:pStyle w:val="ListBullet"/>
        <w:spacing w:line="276" w:lineRule="auto"/>
        <w:rPr>
          <w:sz w:val="24"/>
          <w:szCs w:val="24"/>
        </w:rPr>
      </w:pPr>
      <w:r w:rsidRPr="00425844">
        <w:rPr>
          <w:sz w:val="24"/>
          <w:szCs w:val="24"/>
        </w:rPr>
        <w:t>Playing Cricket</w:t>
      </w:r>
    </w:p>
    <w:p w14:paraId="46CA69C3" w14:textId="77777777" w:rsidR="001A36C5" w:rsidRPr="00425844" w:rsidRDefault="001A36C5" w:rsidP="001A36C5">
      <w:pPr>
        <w:pStyle w:val="ListBullet"/>
        <w:spacing w:line="276" w:lineRule="auto"/>
        <w:rPr>
          <w:sz w:val="24"/>
          <w:szCs w:val="24"/>
        </w:rPr>
      </w:pPr>
      <w:r w:rsidRPr="00425844">
        <w:rPr>
          <w:sz w:val="24"/>
          <w:szCs w:val="24"/>
        </w:rPr>
        <w:t>Photography</w:t>
      </w:r>
    </w:p>
    <w:p w14:paraId="5E484756" w14:textId="77777777" w:rsidR="001A36C5" w:rsidRPr="00425844" w:rsidRDefault="001A36C5" w:rsidP="001A36C5">
      <w:pPr>
        <w:pStyle w:val="ListBullet"/>
        <w:spacing w:line="276" w:lineRule="auto"/>
        <w:rPr>
          <w:sz w:val="24"/>
          <w:szCs w:val="24"/>
        </w:rPr>
      </w:pPr>
      <w:r w:rsidRPr="00425844">
        <w:rPr>
          <w:sz w:val="24"/>
          <w:szCs w:val="24"/>
        </w:rPr>
        <w:t>Travelling</w:t>
      </w:r>
    </w:p>
    <w:p w14:paraId="15E5A4DB" w14:textId="77777777" w:rsidR="00AF0A84" w:rsidRPr="00B6470A" w:rsidRDefault="00AF0A84" w:rsidP="00B6470A">
      <w:pPr>
        <w:spacing w:after="5"/>
        <w:ind w:hanging="10"/>
        <w:jc w:val="both"/>
        <w:rPr>
          <w:rFonts w:eastAsia="Times New Roman" w:cs="Times New Roman"/>
          <w:color w:val="auto"/>
          <w:sz w:val="24"/>
          <w:szCs w:val="24"/>
          <w:lang w:eastAsia="en-US"/>
        </w:rPr>
      </w:pPr>
    </w:p>
    <w:sectPr w:rsidR="00AF0A84" w:rsidRPr="00B6470A" w:rsidSect="00617B26">
      <w:footerReference w:type="default" r:id="rId8"/>
      <w:pgSz w:w="12240" w:h="15840"/>
      <w:pgMar w:top="1008" w:right="1152" w:bottom="1152" w:left="1152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EF3617" w14:textId="77777777" w:rsidR="0054033B" w:rsidRDefault="0054033B">
      <w:pPr>
        <w:spacing w:after="0"/>
      </w:pPr>
      <w:r>
        <w:separator/>
      </w:r>
    </w:p>
  </w:endnote>
  <w:endnote w:type="continuationSeparator" w:id="0">
    <w:p w14:paraId="3B788082" w14:textId="77777777" w:rsidR="0054033B" w:rsidRDefault="0054033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MinchoB">
    <w:altName w:val="MS Gothic"/>
    <w:panose1 w:val="00000000000000000000"/>
    <w:charset w:val="8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57F591" w14:textId="77777777" w:rsidR="006270A9" w:rsidRDefault="009D5933">
    <w:pPr>
      <w:pStyle w:val="Foot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425844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E90A4" w14:textId="77777777" w:rsidR="0054033B" w:rsidRDefault="0054033B">
      <w:pPr>
        <w:spacing w:after="0"/>
      </w:pPr>
      <w:r>
        <w:separator/>
      </w:r>
    </w:p>
  </w:footnote>
  <w:footnote w:type="continuationSeparator" w:id="0">
    <w:p w14:paraId="4A916179" w14:textId="77777777" w:rsidR="0054033B" w:rsidRDefault="0054033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4B66D57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AF24DD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386E0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90407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D76DE8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06858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DAA9E5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962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B29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9943080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084329ED"/>
    <w:multiLevelType w:val="hybridMultilevel"/>
    <w:tmpl w:val="37D6748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E72B9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0A034AD0"/>
    <w:multiLevelType w:val="multilevel"/>
    <w:tmpl w:val="67B638B6"/>
    <w:lvl w:ilvl="0">
      <w:start w:val="1"/>
      <w:numFmt w:val="bullet"/>
      <w:pStyle w:val="ListBullet"/>
      <w:lvlText w:val="·"/>
      <w:lvlJc w:val="left"/>
      <w:pPr>
        <w:tabs>
          <w:tab w:val="num" w:pos="216"/>
        </w:tabs>
        <w:ind w:left="216" w:hanging="216"/>
      </w:pPr>
      <w:rPr>
        <w:rFonts w:ascii="Cambria" w:hAnsi="Cambria" w:hint="default"/>
      </w:rPr>
    </w:lvl>
    <w:lvl w:ilvl="1">
      <w:start w:val="1"/>
      <w:numFmt w:val="bullet"/>
      <w:lvlText w:val="o"/>
      <w:lvlJc w:val="left"/>
      <w:pPr>
        <w:tabs>
          <w:tab w:val="num" w:pos="648"/>
        </w:tabs>
        <w:ind w:left="648" w:hanging="216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216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512"/>
        </w:tabs>
        <w:ind w:left="1512" w:hanging="216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944"/>
        </w:tabs>
        <w:ind w:left="1944" w:hanging="216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376"/>
        </w:tabs>
        <w:ind w:left="2376" w:hanging="216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808"/>
        </w:tabs>
        <w:ind w:left="2808" w:hanging="216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240"/>
        </w:tabs>
        <w:ind w:left="3240" w:hanging="216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672"/>
        </w:tabs>
        <w:ind w:left="3672" w:hanging="216"/>
      </w:pPr>
      <w:rPr>
        <w:rFonts w:ascii="Wingdings" w:hAnsi="Wingdings" w:hint="default"/>
      </w:rPr>
    </w:lvl>
  </w:abstractNum>
  <w:abstractNum w:abstractNumId="13" w15:restartNumberingAfterBreak="0">
    <w:nsid w:val="0E1D32B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C864A0"/>
    <w:multiLevelType w:val="multilevel"/>
    <w:tmpl w:val="F42A8A2A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5" w15:restartNumberingAfterBreak="0">
    <w:nsid w:val="32AD436E"/>
    <w:multiLevelType w:val="multilevel"/>
    <w:tmpl w:val="72A0CD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83A1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BF573E1"/>
    <w:multiLevelType w:val="multilevel"/>
    <w:tmpl w:val="A7922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5A47889"/>
    <w:multiLevelType w:val="multilevel"/>
    <w:tmpl w:val="ED2AE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2D8015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2FC5048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5E5B2240"/>
    <w:multiLevelType w:val="multilevel"/>
    <w:tmpl w:val="66BA8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D9D5ECA"/>
    <w:multiLevelType w:val="multilevel"/>
    <w:tmpl w:val="2DB03242"/>
    <w:lvl w:ilvl="0">
      <w:start w:val="1"/>
      <w:numFmt w:val="decimal"/>
      <w:pStyle w:val="ListNumber"/>
      <w:lvlText w:val="%1)"/>
      <w:lvlJc w:val="left"/>
      <w:pPr>
        <w:tabs>
          <w:tab w:val="num" w:pos="288"/>
        </w:tabs>
        <w:ind w:left="288" w:hanging="288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288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296"/>
        </w:tabs>
        <w:ind w:left="1296" w:hanging="288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288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04"/>
        </w:tabs>
        <w:ind w:left="2304" w:hanging="288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08"/>
        </w:tabs>
        <w:ind w:left="2808" w:hanging="288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12"/>
        </w:tabs>
        <w:ind w:left="3312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816"/>
        </w:tabs>
        <w:ind w:left="3816" w:hanging="288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320"/>
        </w:tabs>
        <w:ind w:left="4320" w:hanging="288"/>
      </w:pPr>
      <w:rPr>
        <w:rFonts w:hint="default"/>
      </w:rPr>
    </w:lvl>
  </w:abstractNum>
  <w:abstractNum w:abstractNumId="23" w15:restartNumberingAfterBreak="0">
    <w:nsid w:val="71866955"/>
    <w:multiLevelType w:val="multilevel"/>
    <w:tmpl w:val="01684A10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4" w15:restartNumberingAfterBreak="0">
    <w:nsid w:val="71AF0800"/>
    <w:multiLevelType w:val="multilevel"/>
    <w:tmpl w:val="0E3E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31C3D15"/>
    <w:multiLevelType w:val="multilevel"/>
    <w:tmpl w:val="0212A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9"/>
    <w:lvlOverride w:ilvl="0">
      <w:startOverride w:val="1"/>
    </w:lvlOverride>
  </w:num>
  <w:num w:numId="5">
    <w:abstractNumId w:val="8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4"/>
  </w:num>
  <w:num w:numId="15">
    <w:abstractNumId w:val="19"/>
  </w:num>
  <w:num w:numId="16">
    <w:abstractNumId w:val="13"/>
  </w:num>
  <w:num w:numId="17">
    <w:abstractNumId w:val="16"/>
  </w:num>
  <w:num w:numId="18">
    <w:abstractNumId w:val="11"/>
  </w:num>
  <w:num w:numId="19">
    <w:abstractNumId w:val="23"/>
  </w:num>
  <w:num w:numId="20">
    <w:abstractNumId w:val="20"/>
  </w:num>
  <w:num w:numId="21">
    <w:abstractNumId w:val="12"/>
  </w:num>
  <w:num w:numId="22">
    <w:abstractNumId w:val="15"/>
  </w:num>
  <w:num w:numId="23">
    <w:abstractNumId w:val="22"/>
  </w:num>
  <w:num w:numId="24">
    <w:abstractNumId w:val="24"/>
  </w:num>
  <w:num w:numId="25">
    <w:abstractNumId w:val="18"/>
  </w:num>
  <w:num w:numId="26">
    <w:abstractNumId w:val="21"/>
  </w:num>
  <w:num w:numId="27">
    <w:abstractNumId w:val="25"/>
  </w:num>
  <w:num w:numId="28">
    <w:abstractNumId w:val="17"/>
  </w:num>
  <w:num w:numId="29">
    <w:abstractNumId w:val="1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2"/>
  </w:num>
  <w:num w:numId="35">
    <w:abstractNumId w:val="12"/>
  </w:num>
  <w:num w:numId="36">
    <w:abstractNumId w:val="12"/>
  </w:num>
  <w:num w:numId="37">
    <w:abstractNumId w:val="12"/>
  </w:num>
  <w:num w:numId="38">
    <w:abstractNumId w:val="12"/>
  </w:num>
  <w:num w:numId="39">
    <w:abstractNumId w:val="12"/>
  </w:num>
  <w:num w:numId="40">
    <w:abstractNumId w:val="12"/>
  </w:num>
  <w:num w:numId="41">
    <w:abstractNumId w:val="12"/>
  </w:num>
  <w:num w:numId="42">
    <w:abstractNumId w:val="12"/>
  </w:num>
  <w:num w:numId="43">
    <w:abstractNumId w:val="12"/>
  </w:num>
  <w:num w:numId="44">
    <w:abstractNumId w:val="12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C6D"/>
    <w:rsid w:val="00080FE7"/>
    <w:rsid w:val="000A4F59"/>
    <w:rsid w:val="000A5BB9"/>
    <w:rsid w:val="000B158E"/>
    <w:rsid w:val="00141A4C"/>
    <w:rsid w:val="001A36C5"/>
    <w:rsid w:val="001B29CF"/>
    <w:rsid w:val="00245A85"/>
    <w:rsid w:val="0028220F"/>
    <w:rsid w:val="002E45E4"/>
    <w:rsid w:val="002F5FD9"/>
    <w:rsid w:val="00315494"/>
    <w:rsid w:val="00356C14"/>
    <w:rsid w:val="003F28CC"/>
    <w:rsid w:val="00425844"/>
    <w:rsid w:val="00497D4C"/>
    <w:rsid w:val="0054033B"/>
    <w:rsid w:val="00565447"/>
    <w:rsid w:val="00596BD7"/>
    <w:rsid w:val="005D1543"/>
    <w:rsid w:val="00617B26"/>
    <w:rsid w:val="006270A9"/>
    <w:rsid w:val="006512BE"/>
    <w:rsid w:val="006742FC"/>
    <w:rsid w:val="00675956"/>
    <w:rsid w:val="00681034"/>
    <w:rsid w:val="00782073"/>
    <w:rsid w:val="007D6777"/>
    <w:rsid w:val="007E33FE"/>
    <w:rsid w:val="00800112"/>
    <w:rsid w:val="00816216"/>
    <w:rsid w:val="0087734B"/>
    <w:rsid w:val="00907CEE"/>
    <w:rsid w:val="00927A5F"/>
    <w:rsid w:val="00936EE6"/>
    <w:rsid w:val="00992631"/>
    <w:rsid w:val="009D5933"/>
    <w:rsid w:val="009E3E3E"/>
    <w:rsid w:val="00A22737"/>
    <w:rsid w:val="00A30AC4"/>
    <w:rsid w:val="00A44CC2"/>
    <w:rsid w:val="00AF0A84"/>
    <w:rsid w:val="00B62864"/>
    <w:rsid w:val="00B6470A"/>
    <w:rsid w:val="00BD768D"/>
    <w:rsid w:val="00C03C6D"/>
    <w:rsid w:val="00C42365"/>
    <w:rsid w:val="00C61F8E"/>
    <w:rsid w:val="00CC2FF8"/>
    <w:rsid w:val="00CF3379"/>
    <w:rsid w:val="00CF53CE"/>
    <w:rsid w:val="00D943C0"/>
    <w:rsid w:val="00DB15BE"/>
    <w:rsid w:val="00DB4D2E"/>
    <w:rsid w:val="00E74F3A"/>
    <w:rsid w:val="00E83E4B"/>
    <w:rsid w:val="00F9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888AB"/>
  <w15:docId w15:val="{BDE38707-2A4E-4AE1-95F6-AD219E269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color w:val="404040" w:themeColor="text1" w:themeTint="BF"/>
        <w:sz w:val="22"/>
        <w:szCs w:val="22"/>
        <w:lang w:val="en-US" w:eastAsia="ja-JP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" w:qFormat="1"/>
    <w:lsdException w:name="Closing" w:semiHidden="1" w:uiPriority="2" w:unhideWhenUsed="1" w:qFormat="1"/>
    <w:lsdException w:name="Signature" w:semiHidden="1" w:uiPriority="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29CF"/>
  </w:style>
  <w:style w:type="paragraph" w:styleId="Heading1">
    <w:name w:val="heading 1"/>
    <w:basedOn w:val="Normal"/>
    <w:link w:val="Heading1Char"/>
    <w:uiPriority w:val="9"/>
    <w:qFormat/>
    <w:rsid w:val="001B29CF"/>
    <w:pPr>
      <w:keepNext/>
      <w:keepLines/>
      <w:spacing w:before="320" w:after="100"/>
      <w:contextualSpacing/>
      <w:outlineLvl w:val="0"/>
    </w:pPr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29CF"/>
    <w:pPr>
      <w:keepNext/>
      <w:keepLines/>
      <w:spacing w:before="60" w:after="40"/>
      <w:contextualSpacing/>
      <w:outlineLvl w:val="1"/>
    </w:pPr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220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220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"/>
    <w:qFormat/>
    <w:rsid w:val="00C61F8E"/>
    <w:pPr>
      <w:pBdr>
        <w:bottom w:val="single" w:sz="12" w:space="4" w:color="39A5B7" w:themeColor="accent1"/>
      </w:pBdr>
      <w:spacing w:after="120"/>
      <w:contextualSpacing/>
    </w:pPr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customStyle="1" w:styleId="TitleChar">
    <w:name w:val="Title Char"/>
    <w:basedOn w:val="DefaultParagraphFont"/>
    <w:link w:val="Title"/>
    <w:uiPriority w:val="1"/>
    <w:rsid w:val="00C61F8E"/>
    <w:rPr>
      <w:rFonts w:asciiTheme="majorHAnsi" w:eastAsiaTheme="majorEastAsia" w:hAnsiTheme="majorHAnsi" w:cstheme="majorBidi"/>
      <w:color w:val="2A7B88" w:themeColor="accent1" w:themeShade="BF"/>
      <w:kern w:val="28"/>
      <w:sz w:val="56"/>
    </w:rPr>
  </w:style>
  <w:style w:type="character" w:styleId="PlaceholderText">
    <w:name w:val="Placeholder Text"/>
    <w:basedOn w:val="DefaultParagraphFont"/>
    <w:uiPriority w:val="99"/>
    <w:semiHidden/>
    <w:rsid w:val="00E83E4B"/>
    <w:rPr>
      <w:color w:val="393939" w:themeColor="text2" w:themeShade="BF"/>
    </w:rPr>
  </w:style>
  <w:style w:type="paragraph" w:styleId="ListBullet">
    <w:name w:val="List Bullet"/>
    <w:basedOn w:val="Normal"/>
    <w:uiPriority w:val="10"/>
    <w:unhideWhenUsed/>
    <w:qFormat/>
    <w:rsid w:val="0087734B"/>
    <w:pPr>
      <w:numPr>
        <w:numId w:val="21"/>
      </w:numPr>
      <w:spacing w:line="288" w:lineRule="auto"/>
      <w:contextualSpacing/>
    </w:pPr>
  </w:style>
  <w:style w:type="paragraph" w:styleId="Header">
    <w:name w:val="header"/>
    <w:basedOn w:val="Normal"/>
    <w:link w:val="HeaderChar"/>
    <w:uiPriority w:val="99"/>
    <w:unhideWhenUsed/>
    <w:pPr>
      <w:spacing w:after="0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rsid w:val="00681034"/>
    <w:pPr>
      <w:spacing w:after="0"/>
      <w:jc w:val="right"/>
    </w:pPr>
    <w:rPr>
      <w:color w:val="2A7B88" w:themeColor="accent1" w:themeShade="BF"/>
    </w:rPr>
  </w:style>
  <w:style w:type="character" w:customStyle="1" w:styleId="FooterChar">
    <w:name w:val="Footer Char"/>
    <w:basedOn w:val="DefaultParagraphFont"/>
    <w:link w:val="Footer"/>
    <w:uiPriority w:val="99"/>
    <w:rsid w:val="00681034"/>
    <w:rPr>
      <w:color w:val="2A7B88" w:themeColor="accent1" w:themeShade="BF"/>
    </w:rPr>
  </w:style>
  <w:style w:type="character" w:customStyle="1" w:styleId="Heading1Char">
    <w:name w:val="Heading 1 Char"/>
    <w:basedOn w:val="DefaultParagraphFont"/>
    <w:link w:val="Heading1"/>
    <w:uiPriority w:val="9"/>
    <w:rsid w:val="001B29CF"/>
    <w:rPr>
      <w:rFonts w:asciiTheme="majorHAnsi" w:eastAsiaTheme="majorEastAsia" w:hAnsiTheme="majorHAnsi" w:cstheme="majorBidi"/>
      <w:b/>
      <w:color w:val="2A7B88" w:themeColor="accent1" w:themeShade="BF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B29CF"/>
    <w:rPr>
      <w:rFonts w:asciiTheme="majorHAnsi" w:eastAsiaTheme="majorEastAsia" w:hAnsiTheme="majorHAnsi" w:cstheme="majorBidi"/>
      <w:b/>
      <w:caps/>
      <w:color w:val="262626" w:themeColor="text1" w:themeTint="D9"/>
      <w:sz w:val="24"/>
      <w:szCs w:val="2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contextualSpacing w:val="0"/>
      <w:outlineLvl w:val="9"/>
    </w:p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2A7B88" w:themeColor="accent1" w:themeShade="BF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2A7B88" w:themeColor="accent1" w:themeShade="BF"/>
      <w:spacing w:val="5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2A7B88" w:themeColor="accent1" w:themeShade="BF"/>
        <w:bottom w:val="single" w:sz="4" w:space="10" w:color="2A7B88" w:themeColor="accent1" w:themeShade="BF"/>
      </w:pBdr>
      <w:spacing w:before="360" w:after="360"/>
      <w:ind w:left="864" w:right="864"/>
      <w:jc w:val="center"/>
    </w:pPr>
    <w:rPr>
      <w:i/>
      <w:iCs/>
      <w:color w:val="2A7B88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2A7B88" w:themeColor="accent1" w:themeShade="BF"/>
    </w:rPr>
  </w:style>
  <w:style w:type="paragraph" w:styleId="ListNumber">
    <w:name w:val="List Number"/>
    <w:basedOn w:val="Normal"/>
    <w:uiPriority w:val="11"/>
    <w:qFormat/>
    <w:rsid w:val="0087734B"/>
    <w:pPr>
      <w:numPr>
        <w:numId w:val="23"/>
      </w:numPr>
      <w:spacing w:line="288" w:lineRule="auto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E83E4B"/>
    <w:rPr>
      <w:color w:val="7B4968" w:themeColor="accent5" w:themeShade="BF"/>
      <w:u w:val="single"/>
    </w:rPr>
  </w:style>
  <w:style w:type="character" w:styleId="Hyperlink">
    <w:name w:val="Hyperlink"/>
    <w:basedOn w:val="DefaultParagraphFont"/>
    <w:uiPriority w:val="99"/>
    <w:semiHidden/>
    <w:unhideWhenUsed/>
    <w:rsid w:val="00E83E4B"/>
    <w:rPr>
      <w:color w:val="2A7B88" w:themeColor="accent1" w:themeShade="BF"/>
      <w:u w:val="single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83E4B"/>
    <w:pPr>
      <w:spacing w:after="12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83E4B"/>
    <w:rPr>
      <w:szCs w:val="16"/>
    </w:rPr>
  </w:style>
  <w:style w:type="paragraph" w:styleId="BlockText">
    <w:name w:val="Block Text"/>
    <w:basedOn w:val="Normal"/>
    <w:uiPriority w:val="99"/>
    <w:semiHidden/>
    <w:unhideWhenUsed/>
    <w:rsid w:val="00E83E4B"/>
    <w:pPr>
      <w:pBdr>
        <w:top w:val="single" w:sz="2" w:space="10" w:color="39A5B7" w:themeColor="accent1"/>
        <w:left w:val="single" w:sz="2" w:space="10" w:color="39A5B7" w:themeColor="accent1"/>
        <w:bottom w:val="single" w:sz="2" w:space="10" w:color="39A5B7" w:themeColor="accent1"/>
        <w:right w:val="single" w:sz="2" w:space="10" w:color="39A5B7" w:themeColor="accent1"/>
      </w:pBdr>
      <w:ind w:left="1152" w:right="1152"/>
    </w:pPr>
    <w:rPr>
      <w:i/>
      <w:iCs/>
      <w:color w:val="2A7B88" w:themeColor="accent1" w:themeShade="BF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83E4B"/>
    <w:pPr>
      <w:spacing w:after="120"/>
      <w:ind w:left="360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83E4B"/>
    <w:rPr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8220F"/>
    <w:rPr>
      <w:sz w:val="22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83E4B"/>
    <w:pPr>
      <w:spacing w:after="0"/>
    </w:pPr>
    <w:rPr>
      <w:rFonts w:ascii="Segoe UI" w:hAnsi="Segoe UI" w:cs="Segoe UI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83E4B"/>
    <w:rPr>
      <w:rFonts w:ascii="Segoe UI" w:hAnsi="Segoe UI" w:cs="Segoe UI"/>
      <w:szCs w:val="1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220F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220F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8220F"/>
    <w:pPr>
      <w:spacing w:after="200"/>
    </w:pPr>
    <w:rPr>
      <w:i/>
      <w:iCs/>
      <w:color w:val="4D4D4D" w:themeColor="text2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220F"/>
    <w:pPr>
      <w:spacing w:after="0"/>
    </w:pPr>
    <w:rPr>
      <w:rFonts w:ascii="Segoe UI" w:hAnsi="Segoe UI" w:cs="Segoe UI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20F"/>
    <w:rPr>
      <w:rFonts w:ascii="Segoe UI" w:hAnsi="Segoe UI" w:cs="Segoe UI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220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220F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22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220F"/>
    <w:rPr>
      <w:b/>
      <w:bCs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28220F"/>
    <w:rPr>
      <w:szCs w:val="20"/>
    </w:rPr>
  </w:style>
  <w:style w:type="paragraph" w:styleId="EnvelopeReturn">
    <w:name w:val="envelope return"/>
    <w:basedOn w:val="Normal"/>
    <w:uiPriority w:val="99"/>
    <w:semiHidden/>
    <w:unhideWhenUsed/>
    <w:rsid w:val="0028220F"/>
    <w:pPr>
      <w:spacing w:after="0"/>
    </w:pPr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220F"/>
    <w:pPr>
      <w:spacing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220F"/>
    <w:rPr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character" w:styleId="HTMLKeyboard">
    <w:name w:val="HTML Keyboard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220F"/>
    <w:pPr>
      <w:spacing w:after="0"/>
    </w:pPr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220F"/>
    <w:rPr>
      <w:rFonts w:ascii="Consolas" w:hAnsi="Consolas"/>
      <w:szCs w:val="20"/>
    </w:rPr>
  </w:style>
  <w:style w:type="character" w:styleId="HTMLTypewriter">
    <w:name w:val="HTML Typewriter"/>
    <w:basedOn w:val="DefaultParagraphFont"/>
    <w:uiPriority w:val="99"/>
    <w:semiHidden/>
    <w:unhideWhenUsed/>
    <w:rsid w:val="0028220F"/>
    <w:rPr>
      <w:rFonts w:ascii="Consolas" w:hAnsi="Consolas"/>
      <w:sz w:val="22"/>
      <w:szCs w:val="20"/>
    </w:rPr>
  </w:style>
  <w:style w:type="paragraph" w:styleId="MacroText">
    <w:name w:val="macro"/>
    <w:link w:val="MacroTextChar"/>
    <w:uiPriority w:val="99"/>
    <w:semiHidden/>
    <w:unhideWhenUsed/>
    <w:rsid w:val="0028220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8220F"/>
    <w:rPr>
      <w:rFonts w:ascii="Consolas" w:hAnsi="Consolas"/>
      <w:szCs w:val="2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28220F"/>
    <w:pPr>
      <w:spacing w:after="0"/>
    </w:pPr>
    <w:rPr>
      <w:rFonts w:ascii="Consolas" w:hAnsi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28220F"/>
    <w:rPr>
      <w:rFonts w:ascii="Consolas" w:hAnsi="Consolas"/>
      <w:szCs w:val="21"/>
    </w:rPr>
  </w:style>
  <w:style w:type="paragraph" w:styleId="NormalWeb">
    <w:name w:val="Normal (Web)"/>
    <w:basedOn w:val="Normal"/>
    <w:uiPriority w:val="99"/>
    <w:semiHidden/>
    <w:unhideWhenUsed/>
    <w:rsid w:val="00DB4D2E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  <w:lang w:eastAsia="en-US"/>
    </w:rPr>
  </w:style>
  <w:style w:type="character" w:customStyle="1" w:styleId="apple-tab-span">
    <w:name w:val="apple-tab-span"/>
    <w:basedOn w:val="DefaultParagraphFont"/>
    <w:rsid w:val="00CF53CE"/>
  </w:style>
  <w:style w:type="paragraph" w:styleId="ListParagraph">
    <w:name w:val="List Paragraph"/>
    <w:basedOn w:val="Normal"/>
    <w:uiPriority w:val="34"/>
    <w:unhideWhenUsed/>
    <w:qFormat/>
    <w:rsid w:val="001A36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79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73844">
          <w:marLeft w:val="-6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2277">
          <w:marLeft w:val="-6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mo\AppData\Roaming\Microsoft\Templates\Resume%20(color).dotx" TargetMode="External"/></Relationships>
</file>

<file path=word/theme/theme1.xml><?xml version="1.0" encoding="utf-8"?>
<a:theme xmlns:a="http://schemas.openxmlformats.org/drawingml/2006/main" name="Office Theme">
  <a:themeElements>
    <a:clrScheme name="Resume">
      <a:dk1>
        <a:sysClr val="windowText" lastClr="000000"/>
      </a:dk1>
      <a:lt1>
        <a:sysClr val="window" lastClr="FFFFFF"/>
      </a:lt1>
      <a:dk2>
        <a:srgbClr val="4D4D4D"/>
      </a:dk2>
      <a:lt2>
        <a:srgbClr val="E4E3E2"/>
      </a:lt2>
      <a:accent1>
        <a:srgbClr val="39A5B7"/>
      </a:accent1>
      <a:accent2>
        <a:srgbClr val="8DBB70"/>
      </a:accent2>
      <a:accent3>
        <a:srgbClr val="F0BB44"/>
      </a:accent3>
      <a:accent4>
        <a:srgbClr val="F24F4F"/>
      </a:accent4>
      <a:accent5>
        <a:srgbClr val="A3648B"/>
      </a:accent5>
      <a:accent6>
        <a:srgbClr val="F8943F"/>
      </a:accent6>
      <a:hlink>
        <a:srgbClr val="39A5B7"/>
      </a:hlink>
      <a:folHlink>
        <a:srgbClr val="A3648B"/>
      </a:folHlink>
    </a:clrScheme>
    <a:fontScheme name="Cambria">
      <a:maj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2D5B2E-4CA9-4BA0-A6C6-F6FEC9561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Resume (color)</Template>
  <TotalTime>11</TotalTime>
  <Pages>2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</dc:creator>
  <cp:lastModifiedBy>Sahej</cp:lastModifiedBy>
  <cp:revision>4</cp:revision>
  <dcterms:created xsi:type="dcterms:W3CDTF">2018-01-03T11:26:00Z</dcterms:created>
  <dcterms:modified xsi:type="dcterms:W3CDTF">2018-10-03T12:32:00Z</dcterms:modified>
  <cp:version/>
</cp:coreProperties>
</file>